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5E2088F6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454CDE" w:rsidRPr="00CE78CA">
        <w:rPr>
          <w:lang w:val="bg-BG"/>
        </w:rPr>
        <w:t>№</w:t>
      </w:r>
      <w:r w:rsidR="00800444">
        <w:rPr>
          <w:lang w:val="bg-BG"/>
        </w:rPr>
        <w:t xml:space="preserve">  ПО-09-2863-3</w:t>
      </w:r>
    </w:p>
    <w:p w14:paraId="3795E67F" w14:textId="6C3BC8AF" w:rsidR="00454CDE" w:rsidRPr="00CE78CA" w:rsidRDefault="00454CDE" w:rsidP="00BE4052">
      <w:pPr>
        <w:ind w:left="2880" w:firstLine="720"/>
        <w:rPr>
          <w:lang w:val="bg-BG"/>
        </w:rPr>
      </w:pPr>
      <w:r w:rsidRPr="00CE78CA">
        <w:rPr>
          <w:lang w:val="bg-BG"/>
        </w:rPr>
        <w:t>София,</w:t>
      </w:r>
      <w:r w:rsidR="00AC05E2">
        <w:rPr>
          <w:lang w:val="bg-BG"/>
        </w:rPr>
        <w:t xml:space="preserve">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343D5939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83710E">
        <w:rPr>
          <w:lang w:val="bg-BG"/>
        </w:rPr>
        <w:t xml:space="preserve">, </w:t>
      </w:r>
      <w:bookmarkStart w:id="1" w:name="_Hlk83647891"/>
      <w:r w:rsidR="0083710E" w:rsidRPr="00800444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800444">
        <w:rPr>
          <w:lang w:val="bg-BG"/>
        </w:rPr>
        <w:t>41</w:t>
      </w:r>
      <w:r w:rsidR="0083710E" w:rsidRPr="00800444">
        <w:rPr>
          <w:lang w:val="bg-BG"/>
        </w:rPr>
        <w:t xml:space="preserve"> от 0</w:t>
      </w:r>
      <w:r w:rsidR="00E1632B" w:rsidRPr="00800444">
        <w:rPr>
          <w:lang w:val="bg-BG"/>
        </w:rPr>
        <w:t>3</w:t>
      </w:r>
      <w:r w:rsidR="0083710E" w:rsidRPr="00800444">
        <w:rPr>
          <w:lang w:val="bg-BG"/>
        </w:rPr>
        <w:t xml:space="preserve"> </w:t>
      </w:r>
      <w:bookmarkEnd w:id="2"/>
      <w:bookmarkEnd w:id="3"/>
      <w:bookmarkEnd w:id="4"/>
      <w:r w:rsidR="00E1632B" w:rsidRPr="00800444">
        <w:rPr>
          <w:lang w:val="bg-BG"/>
        </w:rPr>
        <w:t>юни</w:t>
      </w:r>
      <w:r w:rsidR="0083710E" w:rsidRPr="00800444">
        <w:rPr>
          <w:lang w:val="bg-BG"/>
        </w:rPr>
        <w:t xml:space="preserve"> 202</w:t>
      </w:r>
      <w:r w:rsidR="00E1632B" w:rsidRPr="00800444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6D6C03" w:rsidRPr="00800444">
        <w:rPr>
          <w:sz w:val="26"/>
          <w:szCs w:val="26"/>
          <w:lang w:val="bg-BG"/>
        </w:rPr>
        <w:t>28</w:t>
      </w:r>
      <w:r w:rsidR="00C03045">
        <w:rPr>
          <w:sz w:val="26"/>
          <w:szCs w:val="26"/>
          <w:lang w:val="bg-BG"/>
        </w:rPr>
        <w:t>63</w:t>
      </w:r>
      <w:r w:rsidR="002E0A30" w:rsidRPr="002E0A30">
        <w:rPr>
          <w:sz w:val="26"/>
          <w:szCs w:val="26"/>
          <w:lang w:val="bg-BG"/>
        </w:rPr>
        <w:t>/</w:t>
      </w:r>
      <w:r w:rsidR="006D6C03" w:rsidRPr="00800444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2A1167D3" w:rsidR="00E52E11" w:rsidRDefault="00E52E11" w:rsidP="005745ED">
      <w:pPr>
        <w:ind w:firstLine="720"/>
        <w:jc w:val="both"/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6462D4">
        <w:rPr>
          <w:lang w:val="bg-BG"/>
        </w:rPr>
        <w:t xml:space="preserve">Мала </w:t>
      </w:r>
      <w:r w:rsidR="00C03045">
        <w:rPr>
          <w:lang w:val="bg-BG"/>
        </w:rPr>
        <w:t>Раковица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C03045">
        <w:rPr>
          <w:lang w:val="bg-BG"/>
        </w:rPr>
        <w:t>46259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11621C">
        <w:rPr>
          <w:lang w:val="bg-BG"/>
        </w:rPr>
        <w:t>Бо</w:t>
      </w:r>
      <w:r w:rsidR="006D6C03">
        <w:rPr>
          <w:lang w:val="bg-BG"/>
        </w:rPr>
        <w:t>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A2BDBB8" w14:textId="77777777" w:rsidR="00B153AA" w:rsidRPr="00B153AA" w:rsidRDefault="00B153AA" w:rsidP="005745ED">
      <w:pPr>
        <w:ind w:firstLine="720"/>
        <w:jc w:val="both"/>
      </w:pPr>
    </w:p>
    <w:p w14:paraId="248EF238" w14:textId="77777777" w:rsidR="00C03045" w:rsidRPr="00C03045" w:rsidRDefault="00C03045" w:rsidP="005745ED">
      <w:pPr>
        <w:ind w:firstLine="720"/>
        <w:jc w:val="both"/>
      </w:pPr>
    </w:p>
    <w:tbl>
      <w:tblPr>
        <w:tblW w:w="1020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157"/>
      </w:tblGrid>
      <w:tr w:rsidR="00C03045" w:rsidRPr="007E772D" w14:paraId="43C21801" w14:textId="77777777" w:rsidTr="00C03045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1B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2F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1DB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F1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ED6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C03045" w:rsidRPr="007E772D" w14:paraId="7AD8F3C4" w14:textId="77777777" w:rsidTr="00C03045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AF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83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3D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5D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63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67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34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6AE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3045" w:rsidRPr="007E772D" w14:paraId="51EBD7F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B0D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43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3B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FB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FC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B6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7B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9E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C03045" w:rsidRPr="007E772D" w14:paraId="6021C3C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1D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05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35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75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C62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93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0.611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AA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2A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ОБХ</w:t>
            </w:r>
          </w:p>
        </w:tc>
      </w:tr>
      <w:tr w:rsidR="00C03045" w:rsidRPr="007E772D" w14:paraId="79CE3E8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4C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64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F2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5D8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778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69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396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2C0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ГМЙ</w:t>
            </w:r>
          </w:p>
        </w:tc>
      </w:tr>
      <w:tr w:rsidR="00C03045" w:rsidRPr="007E772D" w14:paraId="291B32B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84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88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F7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7E8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57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C8A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33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A4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03045" w:rsidRPr="007E772D" w14:paraId="3924A1F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80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09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93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635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AE0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85C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F1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65.94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C7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71A147E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ED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2E1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B7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08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086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ED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FE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65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03045" w:rsidRPr="007E772D" w14:paraId="0709669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A67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D2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7D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EB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3DB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A5B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2A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17.56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667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150C11D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048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EEB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A79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E5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650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FC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2D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57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6921BE4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61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609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41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62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B08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20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B14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2.91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0A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ВЛЦ</w:t>
            </w:r>
          </w:p>
        </w:tc>
      </w:tr>
      <w:tr w:rsidR="00C03045" w:rsidRPr="007E772D" w14:paraId="2A5FF45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638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AD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72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7B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B68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B6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679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6A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C03045" w:rsidRPr="007E772D" w14:paraId="77B016C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68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6D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46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52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56B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38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B3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E10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42E6BC6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5D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6F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06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99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C50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371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6B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9C8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ОБХ</w:t>
            </w:r>
          </w:p>
        </w:tc>
      </w:tr>
      <w:tr w:rsidR="00C03045" w:rsidRPr="007E772D" w14:paraId="37BCF9A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B1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0C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8F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66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078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45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2F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99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C03045" w:rsidRPr="007E772D" w14:paraId="53BE5EF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247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A61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9506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E1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19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B6D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0.315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A5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FE7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C03045" w:rsidRPr="007E772D" w14:paraId="02CA152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E8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BF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8E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88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70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8B8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29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EF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C03045" w:rsidRPr="007E772D" w14:paraId="49F31FD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3E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2EE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8CB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832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98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B4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C95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2A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58ED3DE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7B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1D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52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ED1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F52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F5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33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3A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C03045" w:rsidRPr="007E772D" w14:paraId="547631D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BF38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2F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AB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9A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8D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00E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F6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85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МКМ</w:t>
            </w:r>
          </w:p>
        </w:tc>
      </w:tr>
      <w:tr w:rsidR="00C03045" w:rsidRPr="007E772D" w14:paraId="70F8754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58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8A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EF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DE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BA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34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A7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BFC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ГМШ</w:t>
            </w:r>
          </w:p>
        </w:tc>
      </w:tr>
      <w:tr w:rsidR="00C03045" w:rsidRPr="007E772D" w14:paraId="7A3C76A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068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C57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C6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98C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C7C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753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45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72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1114FBC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6D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64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B6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B88C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29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09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46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E90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6FFBAFB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BE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CA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74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55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48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E6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3AA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B0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ВЛЦ</w:t>
            </w:r>
          </w:p>
        </w:tc>
      </w:tr>
      <w:tr w:rsidR="00C03045" w:rsidRPr="007E772D" w14:paraId="25E076B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6E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29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EC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92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AD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FEE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47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9.02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79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ГМШ</w:t>
            </w:r>
          </w:p>
        </w:tc>
      </w:tr>
      <w:tr w:rsidR="00C03045" w:rsidRPr="007E772D" w14:paraId="2B02258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508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AFD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42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53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BA3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F4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2.318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3F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E08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4EAEBB9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BC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22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4D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BD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5C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2E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2C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10.55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5AA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10372C9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900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3B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D57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3F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48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4B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7A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61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C03045" w:rsidRPr="007E772D" w14:paraId="2CB8406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9F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6F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70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C75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2E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BD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C4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E3A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216AF84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69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lastRenderedPageBreak/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071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7D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44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5E5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34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4E8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C0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АМК</w:t>
            </w:r>
          </w:p>
        </w:tc>
      </w:tr>
      <w:tr w:rsidR="00C03045" w:rsidRPr="007E772D" w14:paraId="5B6122B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79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84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E4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C6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0F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165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EB7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2C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СБХ</w:t>
            </w:r>
          </w:p>
        </w:tc>
      </w:tr>
      <w:tr w:rsidR="00C03045" w:rsidRPr="007E772D" w14:paraId="0710E75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0AC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BD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59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618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FB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EFA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1C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1F5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СБВ</w:t>
            </w:r>
          </w:p>
        </w:tc>
      </w:tr>
      <w:tr w:rsidR="00C03045" w:rsidRPr="007E772D" w14:paraId="33093FD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A8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98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75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07B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BD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4A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5.354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D3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26.77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5C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4EBC18A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B3B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30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A6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B8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8F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98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770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59E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C03045" w:rsidRPr="007E772D" w14:paraId="7BF4A24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B7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2A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A3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314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B18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33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FC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4.95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28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ВМЙ и др.</w:t>
            </w:r>
          </w:p>
        </w:tc>
      </w:tr>
      <w:tr w:rsidR="00C03045" w:rsidRPr="007E772D" w14:paraId="19907F2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53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3A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52B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80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02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B5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C1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3B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C03045" w:rsidRPr="007E772D" w14:paraId="52601C3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A9F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DC8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742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62A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49A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73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06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EB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2D7C129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70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3A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EE3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3B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90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40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F3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E6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03045" w:rsidRPr="007E772D" w14:paraId="303BBD0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D9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FD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EA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A0D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012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54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93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6.16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34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C03045" w:rsidRPr="007E772D" w14:paraId="6EF6630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12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EB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86E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17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D5B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DF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BF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78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ГМШ</w:t>
            </w:r>
          </w:p>
        </w:tc>
      </w:tr>
      <w:tr w:rsidR="00C03045" w:rsidRPr="007E772D" w14:paraId="6C1EA03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82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669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EC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F3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EE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51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A68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4.53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B9C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ГМШ</w:t>
            </w:r>
          </w:p>
        </w:tc>
      </w:tr>
      <w:tr w:rsidR="00C03045" w:rsidRPr="007E772D" w14:paraId="47E8245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BB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212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1E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B1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71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83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C6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4.34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C5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ДШГ</w:t>
            </w:r>
          </w:p>
        </w:tc>
      </w:tr>
      <w:tr w:rsidR="00C03045" w:rsidRPr="007E772D" w14:paraId="01DC307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36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B4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1B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8B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3C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56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154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C2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7CDD7B2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F8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96F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21B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DB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06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3E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564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2E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5ED9ABA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2F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37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F90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A8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28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4CB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8D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134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321C95F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4B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BE6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3E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82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CE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3E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A98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0.65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73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1F3E19F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2EB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A04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7A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A4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A9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34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035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12.71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A0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C03045" w:rsidRPr="007E772D" w14:paraId="27C9C1F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9FA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B1F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4A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BC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74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37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111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1E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ГМШ</w:t>
            </w:r>
          </w:p>
        </w:tc>
      </w:tr>
      <w:tr w:rsidR="00C03045" w:rsidRPr="007E772D" w14:paraId="52829D5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1C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EA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A0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92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81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601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0.862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D4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1B3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4CA89B1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07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D3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56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23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AB1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07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62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31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ДШГ</w:t>
            </w:r>
          </w:p>
        </w:tc>
      </w:tr>
      <w:tr w:rsidR="00C03045" w:rsidRPr="007E772D" w14:paraId="58738E4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9E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719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84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DC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F88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7A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85A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94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C03045" w:rsidRPr="007E772D" w14:paraId="478A548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61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9C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85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4F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18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2DB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43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23DD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C03045" w:rsidRPr="007E772D" w14:paraId="3223032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15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91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12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D8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18.973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95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4E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56.521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76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282.60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2C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3045" w:rsidRPr="007E772D" w14:paraId="4734B62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E7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EE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9C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8B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75E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25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9.881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368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49.40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2B0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ИГИ</w:t>
            </w:r>
          </w:p>
        </w:tc>
      </w:tr>
      <w:tr w:rsidR="00C03045" w:rsidRPr="007E772D" w14:paraId="6A55DB2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1E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E7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5A8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4E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78C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53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19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C0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58E5589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DB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51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BE6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02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CD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0C6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56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34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C03045" w:rsidRPr="007E772D" w14:paraId="6BE98DF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86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A0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D3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F99A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67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1FF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3.538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0B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FC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БМК</w:t>
            </w:r>
          </w:p>
        </w:tc>
      </w:tr>
      <w:tr w:rsidR="00C03045" w:rsidRPr="007E772D" w14:paraId="672EE24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4B8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F5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400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EF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4E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97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9A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738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78BEC66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93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340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B8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429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B4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EE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5F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0A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059B4BD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8E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812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CB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03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7B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F4C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96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E7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ПВГ</w:t>
            </w:r>
          </w:p>
        </w:tc>
      </w:tr>
      <w:tr w:rsidR="00C03045" w:rsidRPr="007E772D" w14:paraId="61F2F1E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7E8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D6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142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5B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42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84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CDA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9A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ОБХ</w:t>
            </w:r>
          </w:p>
        </w:tc>
      </w:tr>
      <w:tr w:rsidR="00C03045" w:rsidRPr="007E772D" w14:paraId="7AD87E7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03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DA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3D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9F5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6BB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9A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1C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EC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НВХ</w:t>
            </w:r>
          </w:p>
        </w:tc>
      </w:tr>
      <w:tr w:rsidR="00C03045" w:rsidRPr="007E772D" w14:paraId="5411BA3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DD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706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72E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B4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B6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DF8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CB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4D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C03045" w:rsidRPr="007E772D" w14:paraId="76D6556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956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AC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06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E0B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F0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428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C43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104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ЕЛХ</w:t>
            </w:r>
          </w:p>
        </w:tc>
      </w:tr>
      <w:tr w:rsidR="00C03045" w:rsidRPr="007E772D" w14:paraId="6C8E78A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4A6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FA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63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EB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A9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4AD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DE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FB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СБХ</w:t>
            </w:r>
          </w:p>
        </w:tc>
      </w:tr>
      <w:tr w:rsidR="00C03045" w:rsidRPr="007E772D" w14:paraId="466E875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40B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65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BC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92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E8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32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1CE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14A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ППД</w:t>
            </w:r>
          </w:p>
        </w:tc>
      </w:tr>
      <w:tr w:rsidR="00C03045" w:rsidRPr="007E772D" w14:paraId="2B658DF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D6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C6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BD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128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F3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046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13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09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1E7A7EE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C7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D9E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31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35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49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16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A4F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37.94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A8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4077791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42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25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53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BD2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C8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10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B9A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7E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ТВМ</w:t>
            </w:r>
          </w:p>
        </w:tc>
      </w:tr>
      <w:tr w:rsidR="00C03045" w:rsidRPr="007E772D" w14:paraId="26B191B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AD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329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49B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B5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D19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661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E4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29.98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A5C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ИГИ</w:t>
            </w:r>
          </w:p>
        </w:tc>
      </w:tr>
      <w:tr w:rsidR="00C03045" w:rsidRPr="007E772D" w14:paraId="62D4FCF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06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27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3E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65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AB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F7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CA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24.51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40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523B653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B1B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D5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2A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89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B9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8CC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4FC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43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6050458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E4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48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A2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16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94C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DF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73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9E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МДР</w:t>
            </w:r>
          </w:p>
        </w:tc>
      </w:tr>
      <w:tr w:rsidR="00C03045" w:rsidRPr="007E772D" w14:paraId="2D9B79B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60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FB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79B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9E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85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5C8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825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87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52C0416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0F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9C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6D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F71B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C20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9D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784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81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5129201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14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EC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5E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F4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2B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C9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05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CE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АМК</w:t>
            </w:r>
          </w:p>
        </w:tc>
      </w:tr>
      <w:tr w:rsidR="00C03045" w:rsidRPr="007E772D" w14:paraId="35BD50D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B98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29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46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543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40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DC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B0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A4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76A5DC7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9FD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F3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CBB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15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EAB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647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EC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01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C03045" w:rsidRPr="007E772D" w14:paraId="3EAD585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686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AA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D9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F3C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1C1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E7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A7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940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03045" w:rsidRPr="007E772D" w14:paraId="6435D40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B0E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BF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11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A1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7B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62C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9E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13.16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F9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7A4FABD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A4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21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B77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35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34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B3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D1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08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50D1F17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9D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C3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F7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FC6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58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DED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6D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A4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КБХ</w:t>
            </w:r>
          </w:p>
        </w:tc>
      </w:tr>
      <w:tr w:rsidR="00C03045" w:rsidRPr="007E772D" w14:paraId="7D666BB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60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CAE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E1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26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4E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48B9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C1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DA0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БМК</w:t>
            </w:r>
          </w:p>
        </w:tc>
      </w:tr>
      <w:tr w:rsidR="00C03045" w:rsidRPr="007E772D" w14:paraId="0807F70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A97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02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66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FA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C0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64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13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479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МЙС</w:t>
            </w:r>
          </w:p>
        </w:tc>
      </w:tr>
      <w:tr w:rsidR="00C03045" w:rsidRPr="007E772D" w14:paraId="00FBC5D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BB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51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8EC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F9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21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C9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69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8D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57856C5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4D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69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37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03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8EA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0A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E8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EE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00FF54A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0B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262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CF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AE7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139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9EC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2B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CE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СБХ</w:t>
            </w:r>
          </w:p>
        </w:tc>
      </w:tr>
      <w:tr w:rsidR="00C03045" w:rsidRPr="007E772D" w14:paraId="0207CBF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805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37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56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04E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BD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969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79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3F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ИГИ</w:t>
            </w:r>
          </w:p>
        </w:tc>
      </w:tr>
      <w:tr w:rsidR="00C03045" w:rsidRPr="007E772D" w14:paraId="1FFE2E1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8A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44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69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5F4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E9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871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692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03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ИАВ и др.</w:t>
            </w:r>
          </w:p>
        </w:tc>
      </w:tr>
      <w:tr w:rsidR="00C03045" w:rsidRPr="007E772D" w14:paraId="1B06BA1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60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46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6FE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86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F2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7FA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A0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06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07D7146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68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41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B0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E39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27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28C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62E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F88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03045" w:rsidRPr="007E772D" w14:paraId="7BD5C79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6F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67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05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F3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3B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88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446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7.10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C9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C03045" w:rsidRPr="007E772D" w14:paraId="75B1E70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DB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43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53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F2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9EF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A6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D9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D2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C03045" w:rsidRPr="007E772D" w14:paraId="710E4C0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5E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31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85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36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50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E3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66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06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C03045" w:rsidRPr="007E772D" w14:paraId="76A0E9C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815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A3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9F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4D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B3C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B3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37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26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НВХ</w:t>
            </w:r>
          </w:p>
        </w:tc>
      </w:tr>
      <w:tr w:rsidR="00C03045" w:rsidRPr="007E772D" w14:paraId="6D64458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60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63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79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8EA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271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5A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83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8A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03045" w:rsidRPr="007E772D" w14:paraId="256DD7A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25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67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FFB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27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0E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72C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4E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5.17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1E7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СГТ</w:t>
            </w:r>
          </w:p>
        </w:tc>
      </w:tr>
      <w:tr w:rsidR="00C03045" w:rsidRPr="007E772D" w14:paraId="2D159EC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E2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ED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FF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BCA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92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38A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41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AE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КБХ</w:t>
            </w:r>
          </w:p>
        </w:tc>
      </w:tr>
      <w:tr w:rsidR="00C03045" w:rsidRPr="007E772D" w14:paraId="65CBB53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DA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13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A0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BF0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EC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D5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5B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10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МКМ</w:t>
            </w:r>
          </w:p>
        </w:tc>
      </w:tr>
      <w:tr w:rsidR="00C03045" w:rsidRPr="007E772D" w14:paraId="309F129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BF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AD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AC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E4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B2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E6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DB4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66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СБХ</w:t>
            </w:r>
          </w:p>
        </w:tc>
      </w:tr>
      <w:tr w:rsidR="00C03045" w:rsidRPr="007E772D" w14:paraId="2C2B2CA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1B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10A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E0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81E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8E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ECA9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81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EE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ОБХ</w:t>
            </w:r>
          </w:p>
        </w:tc>
      </w:tr>
      <w:tr w:rsidR="00C03045" w:rsidRPr="007E772D" w14:paraId="6A2FCA7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48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B8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A96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C8A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E4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16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FF1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EE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50A456A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B2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B9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47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06B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D2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3D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A0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52A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ППД</w:t>
            </w:r>
          </w:p>
        </w:tc>
      </w:tr>
      <w:tr w:rsidR="00C03045" w:rsidRPr="007E772D" w14:paraId="058200D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D7F9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8B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8D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06A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B2E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DCB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BB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A0F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C03045" w:rsidRPr="007E772D" w14:paraId="0415F7B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26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197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01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07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A4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12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E2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8D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C03045" w:rsidRPr="007E772D" w14:paraId="0CC5684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1F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AA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74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096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9C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8D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17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A7E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2D4F721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A0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87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B0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4C7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18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CC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0.619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9F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11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ФМА</w:t>
            </w:r>
          </w:p>
        </w:tc>
      </w:tr>
      <w:tr w:rsidR="00C03045" w:rsidRPr="007E772D" w14:paraId="7B998B2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52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40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4A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D08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E2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39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D74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3A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03045" w:rsidRPr="007E772D" w14:paraId="674A259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246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01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E3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88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19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BA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9A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B15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03045" w:rsidRPr="007E772D" w14:paraId="1FFDB5D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28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AE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EA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16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A4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50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1A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7D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C03045" w:rsidRPr="007E772D" w14:paraId="4A3DE3C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34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90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D3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6DE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41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7B9B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3B8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DE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C03045" w:rsidRPr="007E772D" w14:paraId="6A1F9EF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4C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E0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B6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FF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34E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FA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FB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82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МТВ</w:t>
            </w:r>
          </w:p>
        </w:tc>
      </w:tr>
      <w:tr w:rsidR="00C03045" w:rsidRPr="007E772D" w14:paraId="5FE5E8D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80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A7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6A7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965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7C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35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4E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5B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0228ACB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74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E3A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2C3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98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4B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C4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2D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92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ЯВГ</w:t>
            </w:r>
          </w:p>
        </w:tc>
      </w:tr>
      <w:tr w:rsidR="00C03045" w:rsidRPr="007E772D" w14:paraId="5ACD3EC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D8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89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F7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264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598B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00C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C62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53.73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21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36AEF55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D5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9A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53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701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138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D3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1E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A7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C03045" w:rsidRPr="007E772D" w14:paraId="08AA608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4F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02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18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A2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7E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F5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82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81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398020F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4F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17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1A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18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E8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90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0C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F6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7DA222E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8F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35E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6E1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FC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02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6A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E1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5DB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C03045" w:rsidRPr="007E772D" w14:paraId="31E7BD5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22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20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3E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E0C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6C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6C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07FC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BF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643EF78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B5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C2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FB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AC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52F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A8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C3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C8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C03045" w:rsidRPr="007E772D" w14:paraId="5B6A67F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92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EBE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56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262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FD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E6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CB7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27.36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1CE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C03045" w:rsidRPr="007E772D" w14:paraId="48532EB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876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D4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56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EC5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F6F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6B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4F7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45F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599B991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BA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B9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22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F5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C21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78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C3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35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10D1CC4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DA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A12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12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4A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BA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DA6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E8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41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ДШГ</w:t>
            </w:r>
          </w:p>
        </w:tc>
      </w:tr>
      <w:tr w:rsidR="00C03045" w:rsidRPr="007E772D" w14:paraId="5FD98C3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5DF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94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86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6A5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403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1E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4.954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2E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24.77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16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СГТ</w:t>
            </w:r>
          </w:p>
        </w:tc>
      </w:tr>
      <w:tr w:rsidR="00C03045" w:rsidRPr="007E772D" w14:paraId="2680AD5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BE5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53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15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E2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D98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56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19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882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03045" w:rsidRPr="007E772D" w14:paraId="3DEA7CF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0A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C6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A2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A7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5AA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33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00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87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КСД</w:t>
            </w:r>
          </w:p>
        </w:tc>
      </w:tr>
      <w:tr w:rsidR="00C03045" w:rsidRPr="007E772D" w14:paraId="4115D98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39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34D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7D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74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3A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89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FC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22.64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38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2438D08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F4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43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4A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EB85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832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173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3F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21.85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8C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C03045" w:rsidRPr="007E772D" w14:paraId="25B99CB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3F0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19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B5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75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5F3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2C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C00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E8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C03045" w:rsidRPr="007E772D" w14:paraId="34DB9A7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04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9F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F3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84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F0A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8B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68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06F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ТВМ</w:t>
            </w:r>
          </w:p>
        </w:tc>
      </w:tr>
      <w:tr w:rsidR="00C03045" w:rsidRPr="007E772D" w14:paraId="53BE9F4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1F4B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F0E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EB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13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1EC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0D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87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A4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C03045" w:rsidRPr="007E772D" w14:paraId="0C6BE4F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A3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67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EB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65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CB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60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048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18.22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813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C03045" w:rsidRPr="007E772D" w14:paraId="164DCF1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AF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83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2D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FD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A76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3F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DB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4C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ДШГ</w:t>
            </w:r>
          </w:p>
        </w:tc>
      </w:tr>
      <w:tr w:rsidR="00C03045" w:rsidRPr="007E772D" w14:paraId="61C74DA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33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3C7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D0E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AE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A5A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AD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86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31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МВГ и др.</w:t>
            </w:r>
          </w:p>
        </w:tc>
      </w:tr>
      <w:tr w:rsidR="00C03045" w:rsidRPr="007E772D" w14:paraId="139B80D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15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5B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25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1C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02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91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60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F8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C03045" w:rsidRPr="007E772D" w14:paraId="577DF6A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65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D4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90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22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DAA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04F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ED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5CE0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03045" w:rsidRPr="007E772D" w14:paraId="1CD2131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28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7E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A12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5E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260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B2C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75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D1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62333C4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3A0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DA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BD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13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D08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1F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E9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12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СМШ</w:t>
            </w:r>
          </w:p>
        </w:tc>
      </w:tr>
      <w:tr w:rsidR="00C03045" w:rsidRPr="007E772D" w14:paraId="08EA113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68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EE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30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24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B9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13B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888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B7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11906C4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74F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24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333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91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22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4E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2.961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84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AF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C03045" w:rsidRPr="007E772D" w14:paraId="603E81D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90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7A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CB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80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6A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64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9B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43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C03045" w:rsidRPr="007E772D" w14:paraId="184CF25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CC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C6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34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19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20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B5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B7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705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ОБХ</w:t>
            </w:r>
          </w:p>
        </w:tc>
      </w:tr>
      <w:tr w:rsidR="00C03045" w:rsidRPr="007E772D" w14:paraId="2C96372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8B4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5F58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70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CD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58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0A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C0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6C5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C03045" w:rsidRPr="007E772D" w14:paraId="3166660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81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1C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E8E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B15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55F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FEB5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23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37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ФМА</w:t>
            </w:r>
          </w:p>
        </w:tc>
      </w:tr>
      <w:tr w:rsidR="00C03045" w:rsidRPr="007E772D" w14:paraId="5EA5DB1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D3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204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E84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FC5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64B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2C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411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AB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ГМЙ</w:t>
            </w:r>
          </w:p>
        </w:tc>
      </w:tr>
      <w:tr w:rsidR="00C03045" w:rsidRPr="007E772D" w14:paraId="55B5EF3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59C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9E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37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85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3A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7F28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CF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07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ППА</w:t>
            </w:r>
          </w:p>
        </w:tc>
      </w:tr>
      <w:tr w:rsidR="00C03045" w:rsidRPr="007E772D" w14:paraId="27FC4E4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66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C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09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8F45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15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5D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126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9.68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00A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ЕЛХ</w:t>
            </w:r>
          </w:p>
        </w:tc>
      </w:tr>
      <w:tr w:rsidR="00C03045" w:rsidRPr="007E772D" w14:paraId="6F5348A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CF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C6C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27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62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274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37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4A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B4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МШГ</w:t>
            </w:r>
          </w:p>
        </w:tc>
      </w:tr>
      <w:tr w:rsidR="00C03045" w:rsidRPr="007E772D" w14:paraId="275E443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20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66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45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145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5C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67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CDA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24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03045" w:rsidRPr="007E772D" w14:paraId="0275D7F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46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AF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85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FD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07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23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DC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688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655CE74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0A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AB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DE5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AF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4AC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84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31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3C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ССД</w:t>
            </w:r>
          </w:p>
        </w:tc>
      </w:tr>
      <w:tr w:rsidR="00C03045" w:rsidRPr="007E772D" w14:paraId="553D872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222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BFE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B5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57D6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74B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EB0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9E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45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2D908BF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5AA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E1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0A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9F5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44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48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67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6FC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37C31E5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67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F1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CCD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5C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1F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13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D8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64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03045" w:rsidRPr="007E772D" w14:paraId="53FD822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C8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27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EF0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43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B5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D40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42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555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C03045" w:rsidRPr="007E772D" w14:paraId="1E24B43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53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478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633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B0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49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5E9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89C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2C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553CBC6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E9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BB1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06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AB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20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F74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5B9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E1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C03045" w:rsidRPr="007E772D" w14:paraId="374583E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57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E6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AD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547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88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57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8CD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03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03045" w:rsidRPr="007E772D" w14:paraId="191D7A5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B4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15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58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EC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24.375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0C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88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EE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260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09C2ACF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64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961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EC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F7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12E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DA3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C2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FF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ТАГ</w:t>
            </w:r>
          </w:p>
        </w:tc>
      </w:tr>
      <w:tr w:rsidR="00C03045" w:rsidRPr="007E772D" w14:paraId="47B540A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182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1DA7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C5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D6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F5B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A0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0D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29.98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A8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551426C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4A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12A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D6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73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6B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238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BA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52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23A98E8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8D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B4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DE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89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4F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DF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14D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9C6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ППА</w:t>
            </w:r>
          </w:p>
        </w:tc>
      </w:tr>
      <w:tr w:rsidR="00C03045" w:rsidRPr="007E772D" w14:paraId="616CF65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C1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447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282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8A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1FC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45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D7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E74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ФМА</w:t>
            </w:r>
          </w:p>
        </w:tc>
      </w:tr>
      <w:tr w:rsidR="00C03045" w:rsidRPr="007E772D" w14:paraId="093B02C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8B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7D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46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C7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03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44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16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B6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ППА</w:t>
            </w:r>
          </w:p>
        </w:tc>
      </w:tr>
      <w:tr w:rsidR="00C03045" w:rsidRPr="007E772D" w14:paraId="0CE89E2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71E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43B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C8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FA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9736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82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279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819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АМК</w:t>
            </w:r>
          </w:p>
        </w:tc>
      </w:tr>
      <w:tr w:rsidR="00C03045" w:rsidRPr="007E772D" w14:paraId="134EDCD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A9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74A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C6B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69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2E8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D33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DD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21D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1318F6C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A22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B3A0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FE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0E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AA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F6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2FB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D3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508B8B8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88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11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E47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C65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8E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C71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6B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17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C03045" w:rsidRPr="007E772D" w14:paraId="7F56EBB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B8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958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B6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51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26C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53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264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FBB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АМК</w:t>
            </w:r>
          </w:p>
        </w:tc>
      </w:tr>
      <w:tr w:rsidR="00C03045" w:rsidRPr="007E772D" w14:paraId="4291BC1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67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37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72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E7C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50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3B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88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9.28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21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C03045" w:rsidRPr="007E772D" w14:paraId="0B93B85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B6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38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F1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1C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B08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167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1.774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EB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8.87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6B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БМК</w:t>
            </w:r>
          </w:p>
        </w:tc>
      </w:tr>
      <w:tr w:rsidR="00C03045" w:rsidRPr="007E772D" w14:paraId="69EF523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C16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A5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96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80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D68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F2A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9C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F7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03045" w:rsidRPr="007E772D" w14:paraId="7F8FA8A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C7F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6A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A8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9B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191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57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FC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E6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C03045" w:rsidRPr="007E772D" w14:paraId="710C4A1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54C2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82C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D3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7E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AB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3B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DA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A3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1E3C182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17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726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A26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F4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ACE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04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27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3.82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E8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0ABAB8A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312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08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B3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AF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43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3A9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4B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11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03045" w:rsidRPr="007E772D" w14:paraId="323D357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CEA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D88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70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9D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AF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06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07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6F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5C5D658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00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91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2E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54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7A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AA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5ACA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FC1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СБХ</w:t>
            </w:r>
          </w:p>
        </w:tc>
      </w:tr>
      <w:tr w:rsidR="00C03045" w:rsidRPr="007E772D" w14:paraId="58A76F2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13E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53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63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97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BC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7F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68C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6D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7EE88BD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DC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5B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55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FB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36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EE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FA1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32.90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DC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C03045" w:rsidRPr="007E772D" w14:paraId="6566BED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B8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21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4B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F5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854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B3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64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26C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ФМА</w:t>
            </w:r>
          </w:p>
        </w:tc>
      </w:tr>
      <w:tr w:rsidR="00C03045" w:rsidRPr="007E772D" w14:paraId="6F44DBB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4B8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3D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FD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D3A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BB2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B2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38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5AB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C03045" w:rsidRPr="007E772D" w14:paraId="09EFA96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81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0D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2E9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7FD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476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7DB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1D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30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03045" w:rsidRPr="007E772D" w14:paraId="0477966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AC2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6F4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83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6D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72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D8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F8A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6.01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A4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ЯВГ</w:t>
            </w:r>
          </w:p>
        </w:tc>
      </w:tr>
      <w:tr w:rsidR="00C03045" w:rsidRPr="007E772D" w14:paraId="57A11A46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4DF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32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0C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577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E9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13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4BA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8C4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ПВГ</w:t>
            </w:r>
          </w:p>
        </w:tc>
      </w:tr>
      <w:tr w:rsidR="00C03045" w:rsidRPr="007E772D" w14:paraId="14D358C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C1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BB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D8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3C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87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BBC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8F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512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03045" w:rsidRPr="007E772D" w14:paraId="32DD36B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779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E4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6E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62F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97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96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304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C7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0112113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F2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57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1ED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67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90A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B9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103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90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54F8C80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C43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75B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DE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43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45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BF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2E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277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C03045" w:rsidRPr="007E772D" w14:paraId="26BF802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F58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1F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E0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75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C1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C94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54D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DE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ССД</w:t>
            </w:r>
          </w:p>
        </w:tc>
      </w:tr>
      <w:tr w:rsidR="00C03045" w:rsidRPr="007E772D" w14:paraId="7668669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AB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312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BF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5D8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800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B32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C4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DF5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4289C95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D7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F7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3868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E8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EE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B18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2.812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55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BC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67BD675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9E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CF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97A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BC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18C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58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C1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7FE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БСД</w:t>
            </w:r>
          </w:p>
        </w:tc>
      </w:tr>
      <w:tr w:rsidR="00C03045" w:rsidRPr="007E772D" w14:paraId="3C6E274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EE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88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E6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295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68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DB3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5C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FF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03045" w:rsidRPr="007E772D" w14:paraId="6F8D5BF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68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0FB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D4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A8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A7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477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89B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D6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6B6535C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93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CC8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BBB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830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5E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04D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0CD9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11.01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91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БМК</w:t>
            </w:r>
          </w:p>
        </w:tc>
      </w:tr>
      <w:tr w:rsidR="00C03045" w:rsidRPr="007E772D" w14:paraId="61B5B9E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F0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F7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73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8A3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09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52C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F39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669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76CBD13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C2F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39D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DA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E77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4C2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F22C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05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7.34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00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БМК</w:t>
            </w:r>
          </w:p>
        </w:tc>
      </w:tr>
      <w:tr w:rsidR="00C03045" w:rsidRPr="007E772D" w14:paraId="79E12DD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E0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83A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8B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7EE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A6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330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A7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A95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756AEED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5C1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B7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22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8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A8D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8F5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1CD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F3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689ACB8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C4B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57D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28F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DB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91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82B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31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53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C03045" w:rsidRPr="007E772D" w14:paraId="4BED455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F6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540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5D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594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1C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9D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92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CBB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ТВМ</w:t>
            </w:r>
          </w:p>
        </w:tc>
      </w:tr>
      <w:tr w:rsidR="00C03045" w:rsidRPr="007E772D" w14:paraId="676DDF0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F0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882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ABD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54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61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F83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7C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18C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4E1D151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169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A2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8CE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51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A8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BD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83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D5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ЕЛХ</w:t>
            </w:r>
          </w:p>
        </w:tc>
      </w:tr>
      <w:tr w:rsidR="00C03045" w:rsidRPr="007E772D" w14:paraId="063A29F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81C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88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F0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2FA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57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87C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446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8B0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ПВГ</w:t>
            </w:r>
          </w:p>
        </w:tc>
      </w:tr>
      <w:tr w:rsidR="00C03045" w:rsidRPr="007E772D" w14:paraId="5462AE6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B8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7D8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55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6C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6F1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BF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3B5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E84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1A06F41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B7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7D5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0D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B5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CEA4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14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230D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0.61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15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4C65892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46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B64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697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851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88D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DCE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3FB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75F7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21D7E00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91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D1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1C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0B8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320.187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DA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00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132.729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25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663.64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868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3045" w:rsidRPr="007E772D" w14:paraId="676E313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EB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B2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93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399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B47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A30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73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11.18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30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ЯВГ</w:t>
            </w:r>
          </w:p>
        </w:tc>
      </w:tr>
      <w:tr w:rsidR="00C03045" w:rsidRPr="007E772D" w14:paraId="7F3487A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91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53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554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27E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23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7A6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256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70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ИКС</w:t>
            </w:r>
          </w:p>
        </w:tc>
      </w:tr>
      <w:tr w:rsidR="00C03045" w:rsidRPr="007E772D" w14:paraId="5955CEC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04F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46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ED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88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0F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7F0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2E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6786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ПВГ</w:t>
            </w:r>
          </w:p>
        </w:tc>
      </w:tr>
      <w:tr w:rsidR="00C03045" w:rsidRPr="007E772D" w14:paraId="0310387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72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F8B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CFC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F7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69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418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2DC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66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АКМ</w:t>
            </w:r>
          </w:p>
        </w:tc>
      </w:tr>
      <w:tr w:rsidR="00C03045" w:rsidRPr="007E772D" w14:paraId="66CF813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746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F28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F9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FF1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BE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37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C0A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12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C03045" w:rsidRPr="007E772D" w14:paraId="17EC98E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317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1F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76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53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71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5A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127F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67.88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66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5C8DA12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86B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641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7E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10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8.529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7FB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2F62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4D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4A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ПНЗ</w:t>
            </w:r>
          </w:p>
        </w:tc>
      </w:tr>
      <w:tr w:rsidR="00C03045" w:rsidRPr="007E772D" w14:paraId="68235EC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A07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2D9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2D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09A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31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A2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892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35.36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BE0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C03045" w:rsidRPr="007E772D" w14:paraId="33B2DD6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97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1E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CF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5D3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B9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53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953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AAB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ЯАВ</w:t>
            </w:r>
          </w:p>
        </w:tc>
      </w:tr>
      <w:tr w:rsidR="00C03045" w:rsidRPr="007E772D" w14:paraId="54D3B882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ED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9B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F10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093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1F8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5FD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FD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24.19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3FB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ЙМК</w:t>
            </w:r>
          </w:p>
        </w:tc>
      </w:tr>
      <w:tr w:rsidR="00C03045" w:rsidRPr="007E772D" w14:paraId="7C92AC7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29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FD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CD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BA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C0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62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71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80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5EBB5D2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81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F4B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7A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C4C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7D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55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64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B8FD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C03045" w:rsidRPr="007E772D" w14:paraId="2E23CEE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F77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56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A7D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93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E93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697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6B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DB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18D70E0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464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23D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7C9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C77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E2B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C7E8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21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2E6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C03045" w:rsidRPr="007E772D" w14:paraId="3271C60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C54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928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04B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A9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E44F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43E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ABE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16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СБХ</w:t>
            </w:r>
          </w:p>
        </w:tc>
      </w:tr>
      <w:tr w:rsidR="00C03045" w:rsidRPr="007E772D" w14:paraId="63FA06D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271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F6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4F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D15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E8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147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10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92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03045" w:rsidRPr="007E772D" w14:paraId="3EE0B20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056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4F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25F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5AE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999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41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BA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14.49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D65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C03045" w:rsidRPr="007E772D" w14:paraId="6634A14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A78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E3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AFA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E76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C5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B86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2.786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31F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13.93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B5C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ФМА</w:t>
            </w:r>
          </w:p>
        </w:tc>
      </w:tr>
      <w:tr w:rsidR="00C03045" w:rsidRPr="007E772D" w14:paraId="585CFDA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4F1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9E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7F3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4A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E7A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8B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DF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1D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СГТ</w:t>
            </w:r>
          </w:p>
        </w:tc>
      </w:tr>
      <w:tr w:rsidR="00C03045" w:rsidRPr="007E772D" w14:paraId="6AD7753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56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B9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546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09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2C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80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B6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98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75FD321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575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33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EF3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E0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97D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129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D0A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E6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C03045" w:rsidRPr="007E772D" w14:paraId="05D240E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7D0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61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0F4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B24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B4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F10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FD60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FD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МКМ</w:t>
            </w:r>
          </w:p>
        </w:tc>
      </w:tr>
      <w:tr w:rsidR="00C03045" w:rsidRPr="007E772D" w14:paraId="179E9DEC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876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52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42C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32F7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2AF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A49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4E1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719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ИСГ</w:t>
            </w:r>
          </w:p>
        </w:tc>
      </w:tr>
      <w:tr w:rsidR="00C03045" w:rsidRPr="007E772D" w14:paraId="081CE69D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D1C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F6C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2797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E5C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E0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E6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26F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B2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C03045" w:rsidRPr="007E772D" w14:paraId="0F80183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C8B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BAE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F0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6E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3CC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93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4D8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9.67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13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C03045" w:rsidRPr="007E772D" w14:paraId="636D85E9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6A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EC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0B3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E7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00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A7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A20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BA2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ЙХИ</w:t>
            </w:r>
          </w:p>
        </w:tc>
      </w:tr>
      <w:tr w:rsidR="00C03045" w:rsidRPr="007E772D" w14:paraId="35AF57B0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3A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07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4D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4B3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553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049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AD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7.67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E49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ЯВГ</w:t>
            </w:r>
          </w:p>
        </w:tc>
      </w:tr>
      <w:tr w:rsidR="00C03045" w:rsidRPr="007E772D" w14:paraId="5D8EEA8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C4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436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D74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70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BB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AD2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3EE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20C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03045" w:rsidRPr="007E772D" w14:paraId="789EBC1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34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DA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94E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9EA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A87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B1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820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A52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03045" w:rsidRPr="007E772D" w14:paraId="2BB81CFE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4A1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94E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CE8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4F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9D9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2EC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8E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B20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C03045" w:rsidRPr="007E772D" w14:paraId="3672F86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186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443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254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087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1BD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D3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05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E16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4E7ECEF3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1B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AAE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F56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55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DE6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681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18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535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C03045" w:rsidRPr="007E772D" w14:paraId="6168FD38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2FC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7D3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BEE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98A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3E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030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990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777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C03045" w:rsidRPr="007E772D" w14:paraId="7B19648F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3F0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1E9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8D0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57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BC6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DBC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7.027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BCF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35.14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B2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677A815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C7B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DA5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444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174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130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85B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6.824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3C2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34.12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B3D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ВЦД</w:t>
            </w:r>
          </w:p>
        </w:tc>
      </w:tr>
      <w:tr w:rsidR="00C03045" w:rsidRPr="007E772D" w14:paraId="7C75D51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F96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FE9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32C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F34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D5B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AF0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4.790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D9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23.95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10F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ЯВГ</w:t>
            </w:r>
          </w:p>
        </w:tc>
      </w:tr>
      <w:tr w:rsidR="00C03045" w:rsidRPr="007E772D" w14:paraId="781DD7A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8DA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FF6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0EE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9C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045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77F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B75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09E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C03045" w:rsidRPr="007E772D" w14:paraId="6072A8B5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69D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5DA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D4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A819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A6C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6AA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39D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333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C03045" w:rsidRPr="007E772D" w14:paraId="728469DB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1EE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E35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C078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82D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B511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3F2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2C8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33A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МГТ</w:t>
            </w:r>
          </w:p>
        </w:tc>
      </w:tr>
      <w:tr w:rsidR="00C03045" w:rsidRPr="007E772D" w14:paraId="43AB1C87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F9F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0E7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B85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914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A4F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6756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178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3B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03045" w:rsidRPr="007E772D" w14:paraId="69926A44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2F3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8E4C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BA1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202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AA2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505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D9DE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D417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C03045" w:rsidRPr="007E772D" w14:paraId="31D5A0CA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B2D5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601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E32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A9E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DEB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B2E2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F4C4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01A9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sz w:val="16"/>
                <w:szCs w:val="16"/>
              </w:rPr>
              <w:t>ВМЙ</w:t>
            </w:r>
          </w:p>
        </w:tc>
      </w:tr>
      <w:tr w:rsidR="00C03045" w:rsidRPr="007E772D" w14:paraId="66A35F61" w14:textId="77777777" w:rsidTr="00C030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2A8A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E313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1BF4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B477F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85.773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7D2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D700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62.117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08EB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772D">
              <w:rPr>
                <w:rFonts w:ascii="Arial" w:hAnsi="Arial" w:cs="Arial"/>
                <w:b/>
                <w:bCs/>
                <w:sz w:val="16"/>
                <w:szCs w:val="16"/>
              </w:rPr>
              <w:t>310.59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0B1D" w14:textId="77777777" w:rsidR="00C03045" w:rsidRPr="007E772D" w:rsidRDefault="00C03045" w:rsidP="008E7F3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p w14:paraId="770536AC" w14:textId="77777777" w:rsidR="006D6C03" w:rsidRDefault="006D6C03" w:rsidP="006D6C03"/>
    <w:p w14:paraId="3C40BF86" w14:textId="77777777" w:rsidR="00B153AA" w:rsidRPr="00CE78CA" w:rsidRDefault="00B153AA" w:rsidP="00B153AA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1B003DE4" w14:textId="77777777" w:rsidR="00B153AA" w:rsidRPr="002725F6" w:rsidRDefault="00B153AA" w:rsidP="00B153AA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73530EDE" w14:textId="77777777" w:rsidR="00B153AA" w:rsidRPr="00992DF8" w:rsidRDefault="00B153AA" w:rsidP="00B153AA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14:paraId="546E5FF2" w14:textId="77777777" w:rsidR="00B153AA" w:rsidRPr="004A35CC" w:rsidRDefault="00B153AA" w:rsidP="00B153AA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A10243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A10243">
        <w:rPr>
          <w:b/>
          <w:i/>
          <w:lang w:val="ru-RU"/>
        </w:rPr>
        <w:t>се прилага чл. 37в, ал. 7 от ЗСПЗЗ.</w:t>
      </w:r>
    </w:p>
    <w:p w14:paraId="2963A626" w14:textId="77777777" w:rsidR="00B153AA" w:rsidRPr="004A35CC" w:rsidRDefault="00B153AA" w:rsidP="00B153AA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6EE9D479" w14:textId="6A104D11" w:rsidR="00B153AA" w:rsidRDefault="00B153AA" w:rsidP="00B153AA">
      <w:pPr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–Божурище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Божурище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>
        <w:rPr>
          <w:lang w:val="bg-BG"/>
        </w:rPr>
        <w:t>Мала Раковица</w:t>
      </w:r>
      <w:r w:rsidRPr="00CE78CA">
        <w:rPr>
          <w:lang w:val="ru-RU"/>
        </w:rPr>
        <w:t>, участници в комисията – за сведение и изпълнение.</w:t>
      </w:r>
    </w:p>
    <w:p w14:paraId="1B89098A" w14:textId="77777777" w:rsidR="00B153AA" w:rsidRDefault="00B153AA" w:rsidP="00B153AA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733FB60A" w14:textId="77777777" w:rsidR="00B153AA" w:rsidRDefault="00B153AA" w:rsidP="00B153AA">
      <w:pPr>
        <w:jc w:val="both"/>
        <w:rPr>
          <w:lang w:val="bg-BG"/>
        </w:rPr>
      </w:pPr>
    </w:p>
    <w:p w14:paraId="6E37A5B3" w14:textId="77777777" w:rsidR="00B153AA" w:rsidRPr="00535D58" w:rsidRDefault="00B153AA" w:rsidP="00B153AA">
      <w:pPr>
        <w:jc w:val="both"/>
        <w:rPr>
          <w:lang w:val="bg-BG"/>
        </w:rPr>
      </w:pPr>
    </w:p>
    <w:p w14:paraId="67DCBED5" w14:textId="77777777" w:rsidR="00B153AA" w:rsidRPr="00CE78CA" w:rsidRDefault="00B153AA" w:rsidP="00B153AA">
      <w:pPr>
        <w:ind w:firstLine="709"/>
        <w:jc w:val="both"/>
        <w:rPr>
          <w:u w:val="single"/>
          <w:lang w:val="bg-BG"/>
        </w:rPr>
      </w:pPr>
    </w:p>
    <w:p w14:paraId="1A91E67F" w14:textId="0A858D57" w:rsidR="00B153AA" w:rsidRPr="00CE78CA" w:rsidRDefault="00B153AA" w:rsidP="00B153AA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475E9E">
        <w:rPr>
          <w:b/>
          <w:lang w:val="bg-BG"/>
        </w:rPr>
        <w:t xml:space="preserve">   /П/</w:t>
      </w:r>
      <w:bookmarkStart w:id="5" w:name="_GoBack"/>
      <w:bookmarkEnd w:id="5"/>
    </w:p>
    <w:p w14:paraId="6A4445F0" w14:textId="77777777" w:rsidR="00B153AA" w:rsidRPr="00FA15EF" w:rsidRDefault="00B153AA" w:rsidP="00B153AA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83C040B" w14:textId="77777777" w:rsidR="00B153AA" w:rsidRPr="00CE78CA" w:rsidRDefault="00B153AA" w:rsidP="00B153AA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1173FD81" w14:textId="77777777" w:rsidR="00B153AA" w:rsidRPr="00CE78CA" w:rsidRDefault="00B153AA" w:rsidP="00B153AA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29D0F9BC" w14:textId="77777777" w:rsidR="00B153AA" w:rsidRPr="00E16D9A" w:rsidRDefault="00B153AA" w:rsidP="00B153AA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A10243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510959CB" w14:textId="77777777" w:rsidR="00B153AA" w:rsidRDefault="00B153AA" w:rsidP="00B153AA">
      <w:pPr>
        <w:rPr>
          <w:i/>
          <w:lang w:val="bg-BG"/>
        </w:rPr>
      </w:pPr>
    </w:p>
    <w:p w14:paraId="7B8ACD34" w14:textId="77777777" w:rsidR="00B153AA" w:rsidRDefault="00B153AA" w:rsidP="00B153AA">
      <w:pPr>
        <w:ind w:firstLine="709"/>
        <w:jc w:val="both"/>
        <w:rPr>
          <w:i/>
          <w:iCs/>
          <w:sz w:val="20"/>
          <w:lang w:val="bg-BG"/>
        </w:rPr>
      </w:pPr>
    </w:p>
    <w:p w14:paraId="11F2CBA5" w14:textId="2A7B30D7" w:rsidR="00EE0F93" w:rsidRDefault="00EE0F93" w:rsidP="00B153AA">
      <w:pPr>
        <w:ind w:firstLine="720"/>
        <w:jc w:val="both"/>
        <w:textAlignment w:val="center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8A557" w14:textId="77777777" w:rsidR="008C1455" w:rsidRDefault="008C1455">
      <w:r>
        <w:separator/>
      </w:r>
    </w:p>
  </w:endnote>
  <w:endnote w:type="continuationSeparator" w:id="0">
    <w:p w14:paraId="67731581" w14:textId="77777777" w:rsidR="008C1455" w:rsidRDefault="008C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D6C03" w:rsidRDefault="006D6C0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D6C03" w:rsidRDefault="006D6C03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5DCCD3F1" w:rsidR="006D6C03" w:rsidRPr="00713EC9" w:rsidRDefault="006D6C0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475E9E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14:paraId="02F1D9A0" w14:textId="77777777" w:rsidR="00B153AA" w:rsidRPr="002B412A" w:rsidRDefault="00B153AA" w:rsidP="00B153AA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13368334" w14:textId="77777777" w:rsidR="00B153AA" w:rsidRPr="002B412A" w:rsidRDefault="00B153AA" w:rsidP="00B153AA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6D6C03" w:rsidRPr="00835BBA" w:rsidRDefault="006D6C03" w:rsidP="00B153AA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E94A7" w14:textId="77777777" w:rsidR="006D6C03" w:rsidRPr="00004F45" w:rsidRDefault="006D6C03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14:paraId="4D099F30" w14:textId="77777777" w:rsidR="006D6C03" w:rsidRPr="00004F45" w:rsidRDefault="006D6C0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20C37" w14:textId="77777777" w:rsidR="008C1455" w:rsidRDefault="008C1455">
      <w:r>
        <w:separator/>
      </w:r>
    </w:p>
  </w:footnote>
  <w:footnote w:type="continuationSeparator" w:id="0">
    <w:p w14:paraId="364CAB58" w14:textId="77777777" w:rsidR="008C1455" w:rsidRDefault="008C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D6C03" w:rsidRPr="005B69F7" w:rsidRDefault="006D6C03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7A0366BE" w:rsidR="006D6C03" w:rsidRPr="005B69F7" w:rsidRDefault="006D6C03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CA33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="00CD47E5">
      <w:rPr>
        <w:rFonts w:ascii="Helen Bg Condensed" w:hAnsi="Helen Bg Condensed"/>
        <w:spacing w:val="40"/>
        <w:sz w:val="30"/>
        <w:szCs w:val="30"/>
      </w:rPr>
      <w:t>РЕ      РЕПУ</w:t>
    </w:r>
    <w:r w:rsidRPr="005B69F7">
      <w:rPr>
        <w:rFonts w:ascii="Helen Bg Condensed" w:hAnsi="Helen Bg Condensed"/>
        <w:spacing w:val="40"/>
        <w:sz w:val="30"/>
        <w:szCs w:val="30"/>
      </w:rPr>
      <w:t>БЛИКА БЪЛГАРИЯ</w:t>
    </w:r>
  </w:p>
  <w:p w14:paraId="32FF54C8" w14:textId="7E6F6B94" w:rsidR="006D6C03" w:rsidRPr="0023186B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D6C03" w:rsidRPr="00983B22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D6C03" w:rsidRPr="00983B22" w:rsidRDefault="006D6C0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4DE3"/>
    <w:rsid w:val="0011621C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D78E6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75E9E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462D4"/>
    <w:rsid w:val="00654315"/>
    <w:rsid w:val="006552EC"/>
    <w:rsid w:val="006655C6"/>
    <w:rsid w:val="006663D7"/>
    <w:rsid w:val="006727E9"/>
    <w:rsid w:val="006871DF"/>
    <w:rsid w:val="00687C4C"/>
    <w:rsid w:val="006909F7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6C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444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1455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C05E2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3AA"/>
    <w:rsid w:val="00B157DC"/>
    <w:rsid w:val="00B166F3"/>
    <w:rsid w:val="00B22D78"/>
    <w:rsid w:val="00B54180"/>
    <w:rsid w:val="00B65B7A"/>
    <w:rsid w:val="00B80B62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3045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47E5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3C67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64F78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CFE9D986-CD71-410B-9359-8CE2CF12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9021-81AB-4E42-A292-4FDEFE72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6</Pages>
  <Words>2253</Words>
  <Characters>12848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7</cp:revision>
  <cp:lastPrinted>2016-09-16T10:47:00Z</cp:lastPrinted>
  <dcterms:created xsi:type="dcterms:W3CDTF">2022-09-28T07:22:00Z</dcterms:created>
  <dcterms:modified xsi:type="dcterms:W3CDTF">2022-10-03T11:41:00Z</dcterms:modified>
</cp:coreProperties>
</file>